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04C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6350BD97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939ED">
        <w:rPr>
          <w:rFonts w:ascii="Corbel" w:hAnsi="Corbel"/>
          <w:i/>
          <w:smallCaps/>
          <w:sz w:val="24"/>
          <w:szCs w:val="24"/>
        </w:rPr>
        <w:t>2019-2022</w:t>
      </w:r>
    </w:p>
    <w:p w14:paraId="38C9764C" w14:textId="611F4F12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F939ED">
        <w:rPr>
          <w:rFonts w:ascii="Corbel" w:hAnsi="Corbel"/>
          <w:sz w:val="20"/>
          <w:szCs w:val="20"/>
        </w:rPr>
        <w:t>0</w:t>
      </w:r>
      <w:r w:rsidR="00855E6F">
        <w:rPr>
          <w:rFonts w:ascii="Corbel" w:hAnsi="Corbel"/>
          <w:sz w:val="20"/>
          <w:szCs w:val="20"/>
        </w:rPr>
        <w:t>/202</w:t>
      </w:r>
      <w:r w:rsidR="00F939ED">
        <w:rPr>
          <w:rFonts w:ascii="Corbel" w:hAnsi="Corbel"/>
          <w:sz w:val="20"/>
          <w:szCs w:val="20"/>
        </w:rPr>
        <w:t>1</w:t>
      </w:r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6F831468" w:rsidR="0068284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3BD5B0AF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A6D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0FE7FE52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A6D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521453F9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A6D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lastRenderedPageBreak/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053FD" w14:textId="101A1068" w:rsidR="00E960BB" w:rsidRDefault="00153C41" w:rsidP="4C673006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C673006">
        <w:rPr>
          <w:rFonts w:ascii="Corbel" w:hAnsi="Corbel"/>
          <w:b w:val="0"/>
          <w:smallCaps w:val="0"/>
        </w:rPr>
        <w:t xml:space="preserve">Ćwiczenia: </w:t>
      </w:r>
      <w:r w:rsidR="0085747A" w:rsidRPr="4C673006">
        <w:rPr>
          <w:rFonts w:ascii="Corbel" w:hAnsi="Corbel"/>
          <w:b w:val="0"/>
          <w:smallCaps w:val="0"/>
        </w:rPr>
        <w:t xml:space="preserve"> metoda projektów</w:t>
      </w:r>
      <w:r w:rsidR="799FECE9" w:rsidRPr="4C673006">
        <w:rPr>
          <w:rFonts w:ascii="Corbel" w:hAnsi="Corbel"/>
          <w:b w:val="0"/>
          <w:smallCaps w:val="0"/>
        </w:rPr>
        <w:t>,</w:t>
      </w:r>
      <w:r w:rsidR="001718A7" w:rsidRPr="4C673006">
        <w:rPr>
          <w:rFonts w:ascii="Corbel" w:hAnsi="Corbel"/>
          <w:b w:val="0"/>
          <w:smallCaps w:val="0"/>
        </w:rPr>
        <w:t xml:space="preserve"> praca w </w:t>
      </w:r>
      <w:r w:rsidR="0085747A" w:rsidRPr="4C673006">
        <w:rPr>
          <w:rFonts w:ascii="Corbel" w:hAnsi="Corbel"/>
          <w:b w:val="0"/>
          <w:smallCaps w:val="0"/>
        </w:rPr>
        <w:t>grupach</w:t>
      </w:r>
      <w:r w:rsidR="0071620A" w:rsidRPr="4C673006">
        <w:rPr>
          <w:rFonts w:ascii="Corbel" w:hAnsi="Corbel"/>
          <w:b w:val="0"/>
          <w:smallCaps w:val="0"/>
        </w:rPr>
        <w:t xml:space="preserve"> </w:t>
      </w:r>
      <w:r w:rsidR="29291003" w:rsidRPr="4C673006">
        <w:rPr>
          <w:rFonts w:ascii="Corbel" w:hAnsi="Corbel"/>
          <w:b w:val="0"/>
          <w:smallCaps w:val="0"/>
        </w:rPr>
        <w:t>,</w:t>
      </w:r>
      <w:r w:rsidR="0085747A" w:rsidRPr="4C673006">
        <w:rPr>
          <w:rFonts w:ascii="Corbel" w:hAnsi="Corbel"/>
          <w:b w:val="0"/>
          <w:smallCaps w:val="0"/>
        </w:rPr>
        <w:t xml:space="preserve"> dyskusja</w:t>
      </w:r>
      <w:r w:rsidR="1547EB9A" w:rsidRPr="4C673006">
        <w:rPr>
          <w:rFonts w:ascii="Corbel" w:hAnsi="Corbel"/>
          <w:b w:val="0"/>
          <w:smallCaps w:val="0"/>
        </w:rPr>
        <w:t>.</w:t>
      </w:r>
      <w:r w:rsidR="001718A7" w:rsidRPr="4C673006">
        <w:rPr>
          <w:rFonts w:ascii="Corbel" w:hAnsi="Corbel"/>
          <w:b w:val="0"/>
          <w:smallCaps w:val="0"/>
        </w:rPr>
        <w:t xml:space="preserve"> </w:t>
      </w: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77777777" w:rsidR="0085747A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77777777" w:rsidR="00C61DC5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7F094" w14:textId="77777777" w:rsidR="00CF7FDB" w:rsidRDefault="00CF7FDB" w:rsidP="00C16ABF">
      <w:pPr>
        <w:spacing w:after="0" w:line="240" w:lineRule="auto"/>
      </w:pPr>
      <w:r>
        <w:separator/>
      </w:r>
    </w:p>
  </w:endnote>
  <w:endnote w:type="continuationSeparator" w:id="0">
    <w:p w14:paraId="2636125D" w14:textId="77777777" w:rsidR="00CF7FDB" w:rsidRDefault="00CF7F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62FB5" w14:textId="77777777" w:rsidR="00CF7FDB" w:rsidRDefault="00CF7FDB" w:rsidP="00C16ABF">
      <w:pPr>
        <w:spacing w:after="0" w:line="240" w:lineRule="auto"/>
      </w:pPr>
      <w:r>
        <w:separator/>
      </w:r>
    </w:p>
  </w:footnote>
  <w:footnote w:type="continuationSeparator" w:id="0">
    <w:p w14:paraId="04A2FB1A" w14:textId="77777777" w:rsidR="00CF7FDB" w:rsidRDefault="00CF7FDB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hybridMultilevel"/>
    <w:tmpl w:val="F1527490"/>
    <w:lvl w:ilvl="0" w:tplc="48820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1680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FCB8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C2C8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727A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CC6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08C3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9C39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0FF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0837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A6D4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FDB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9ED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547EB9A"/>
    <w:rsid w:val="22AD1CBE"/>
    <w:rsid w:val="2545F26C"/>
    <w:rsid w:val="29291003"/>
    <w:rsid w:val="32145720"/>
    <w:rsid w:val="3A52D79A"/>
    <w:rsid w:val="4366B5CC"/>
    <w:rsid w:val="4A6B4A7C"/>
    <w:rsid w:val="4C673006"/>
    <w:rsid w:val="4D093997"/>
    <w:rsid w:val="5D099CCC"/>
    <w:rsid w:val="61E5F228"/>
    <w:rsid w:val="6455C48B"/>
    <w:rsid w:val="678E3C65"/>
    <w:rsid w:val="69829380"/>
    <w:rsid w:val="6D6C6CCE"/>
    <w:rsid w:val="6E1C67C2"/>
    <w:rsid w:val="72EFD8E5"/>
    <w:rsid w:val="799FE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EBAE92-E66B-4108-A261-13BD8058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A09D3B-E0A8-40D5-98B3-F039EC633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1012</Words>
  <Characters>6076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16</cp:revision>
  <cp:lastPrinted>2019-02-06T12:12:00Z</cp:lastPrinted>
  <dcterms:created xsi:type="dcterms:W3CDTF">2020-10-24T12:08:00Z</dcterms:created>
  <dcterms:modified xsi:type="dcterms:W3CDTF">2021-01-04T12:30:00Z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